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43B01DE9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E4574">
        <w:rPr>
          <w:rFonts w:ascii="Corbel" w:hAnsi="Corbel"/>
          <w:i/>
          <w:smallCaps/>
          <w:sz w:val="24"/>
          <w:szCs w:val="24"/>
        </w:rPr>
        <w:t>2019-2022</w:t>
      </w:r>
    </w:p>
    <w:p w14:paraId="43311FF0" w14:textId="5E5266A4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7E4574">
        <w:rPr>
          <w:rFonts w:ascii="Corbel" w:hAnsi="Corbel"/>
          <w:sz w:val="20"/>
          <w:szCs w:val="20"/>
        </w:rPr>
        <w:t>1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7E4574">
        <w:rPr>
          <w:rFonts w:ascii="Corbel" w:hAnsi="Corbel"/>
          <w:sz w:val="20"/>
          <w:szCs w:val="20"/>
        </w:rPr>
        <w:t>2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1C90B612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1C90B612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E/I/GFiR/C-1.12b</w:t>
            </w:r>
          </w:p>
        </w:tc>
      </w:tr>
      <w:tr w:rsidR="0085747A" w:rsidRPr="009C54AE" w14:paraId="2D78E4A2" w14:textId="77777777" w:rsidTr="1C90B612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1C90B612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1C90B612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1C90B612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1C90B612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791066" w14:textId="77777777" w:rsidTr="1C90B612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BC7A09" w14:textId="77777777" w:rsidTr="1C90B612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DC62FBD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BA33E81" w14:textId="77777777" w:rsidTr="1C90B612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1C90B612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1C90B612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1C90B612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43439486" w:rsidR="00E40AE4" w:rsidRPr="009C54AE" w:rsidRDefault="00C0331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1188146B" w:rsidR="00EF4F7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408E901D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Kontrakty terminowe i forex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Zaleśkiewicz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09A32" w14:textId="77777777" w:rsidR="005F7457" w:rsidRDefault="005F7457" w:rsidP="00C16ABF">
      <w:pPr>
        <w:spacing w:after="0" w:line="240" w:lineRule="auto"/>
      </w:pPr>
      <w:r>
        <w:separator/>
      </w:r>
    </w:p>
  </w:endnote>
  <w:endnote w:type="continuationSeparator" w:id="0">
    <w:p w14:paraId="4C3323B8" w14:textId="77777777" w:rsidR="005F7457" w:rsidRDefault="005F74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39082" w14:textId="77777777" w:rsidR="005F7457" w:rsidRDefault="005F7457" w:rsidP="00C16ABF">
      <w:pPr>
        <w:spacing w:after="0" w:line="240" w:lineRule="auto"/>
      </w:pPr>
      <w:r>
        <w:separator/>
      </w:r>
    </w:p>
  </w:footnote>
  <w:footnote w:type="continuationSeparator" w:id="0">
    <w:p w14:paraId="03126E14" w14:textId="77777777" w:rsidR="005F7457" w:rsidRDefault="005F7457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457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574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225C39-BCB4-4976-80F5-452BAF248E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28A96-961A-4B0E-9061-10084DEA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1111</Words>
  <Characters>6667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2020-10-23T10:30:00Z</dcterms:created>
  <dcterms:modified xsi:type="dcterms:W3CDTF">2020-12-09T11:24:00Z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